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 w:rsidP="00EB5CC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7A4C907B" w:rsidR="000E00D4" w:rsidRDefault="000E00D4" w:rsidP="00E263C6">
      <w:pPr>
        <w:ind w:firstLine="426"/>
        <w:jc w:val="both"/>
      </w:pPr>
      <w:r w:rsidRPr="005B500C">
        <w:t>a)</w:t>
      </w:r>
      <w:r w:rsidRPr="005B500C">
        <w:tab/>
      </w:r>
      <w:r w:rsidR="008D1160" w:rsidRPr="005B500C">
        <w:rPr>
          <w:b/>
          <w:bCs/>
          <w:lang w:eastAsia="cs-CZ"/>
        </w:rPr>
        <w:t>K</w:t>
      </w:r>
      <w:r w:rsidR="002A2771" w:rsidRPr="005B500C">
        <w:rPr>
          <w:b/>
          <w:bCs/>
          <w:lang w:eastAsia="cs-CZ"/>
        </w:rPr>
        <w:t>onfigurace – tří</w:t>
      </w:r>
      <w:r w:rsidR="00AE38A3" w:rsidRPr="005B500C">
        <w:rPr>
          <w:b/>
          <w:bCs/>
          <w:lang w:eastAsia="cs-CZ"/>
        </w:rPr>
        <w:t xml:space="preserve"> serverov</w:t>
      </w:r>
      <w:r w:rsidR="00104969" w:rsidRPr="005B500C">
        <w:rPr>
          <w:b/>
          <w:bCs/>
          <w:lang w:eastAsia="cs-CZ"/>
        </w:rPr>
        <w:t>é</w:t>
      </w:r>
      <w:r w:rsidR="00AE38A3" w:rsidRPr="005B500C">
        <w:rPr>
          <w:b/>
          <w:bCs/>
          <w:lang w:eastAsia="cs-CZ"/>
        </w:rPr>
        <w:t xml:space="preserve"> nod</w:t>
      </w:r>
      <w:r w:rsidR="00104969" w:rsidRPr="005B500C">
        <w:rPr>
          <w:b/>
          <w:bCs/>
          <w:lang w:eastAsia="cs-CZ"/>
        </w:rPr>
        <w:t>y</w:t>
      </w:r>
      <w:r w:rsidR="00AE38A3" w:rsidRPr="005B500C">
        <w:rPr>
          <w:b/>
          <w:bCs/>
          <w:lang w:eastAsia="cs-CZ"/>
        </w:rPr>
        <w:t xml:space="preserve"> pro </w:t>
      </w:r>
      <w:r w:rsidR="008D1160" w:rsidRPr="005B500C">
        <w:rPr>
          <w:b/>
          <w:bCs/>
        </w:rPr>
        <w:t>DMZ</w:t>
      </w:r>
      <w:r w:rsidR="008C18EE" w:rsidRPr="005B500C">
        <w:rPr>
          <w:b/>
          <w:bCs/>
        </w:rPr>
        <w:t xml:space="preserve"> Farmu </w:t>
      </w:r>
    </w:p>
    <w:p w14:paraId="646EA458" w14:textId="5E2919BF" w:rsidR="000B4A87" w:rsidRDefault="00C569B1" w:rsidP="000E00D4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2A2771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21"/>
        <w:gridCol w:w="3273"/>
      </w:tblGrid>
      <w:tr w:rsidR="009B32C3" w:rsidRPr="0050706D" w14:paraId="550DD99D" w14:textId="77777777" w:rsidTr="005B50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  <w:shd w:val="clear" w:color="auto" w:fill="D5DCE4" w:themeFill="text2" w:themeFillTint="33"/>
          </w:tcPr>
          <w:p w14:paraId="6AE7F638" w14:textId="77777777" w:rsidR="009B32C3" w:rsidRPr="00E539AF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73" w:type="dxa"/>
            <w:shd w:val="clear" w:color="auto" w:fill="D5DCE4" w:themeFill="text2" w:themeFillTint="33"/>
          </w:tcPr>
          <w:p w14:paraId="5FDDA4F3" w14:textId="77777777" w:rsidR="009B32C3" w:rsidRPr="00E539AF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9B32C3" w:rsidRPr="0050706D" w14:paraId="1AFA283E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F6245FD" w14:textId="1A6992AA" w:rsidR="009B32C3" w:rsidRPr="005B500C" w:rsidRDefault="008D1160" w:rsidP="0060320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3</w:t>
            </w:r>
            <w:r w:rsidR="005572F9" w:rsidRPr="005B500C">
              <w:rPr>
                <w:rFonts w:cstheme="minorHAnsi"/>
                <w:sz w:val="16"/>
                <w:szCs w:val="16"/>
              </w:rPr>
              <w:t xml:space="preserve"> serverových nodů se shodnou konfigurací</w:t>
            </w:r>
          </w:p>
        </w:tc>
        <w:tc>
          <w:tcPr>
            <w:tcW w:w="3273" w:type="dxa"/>
          </w:tcPr>
          <w:p w14:paraId="4823A83E" w14:textId="5B9A14B9" w:rsidR="009B32C3" w:rsidRPr="00B40A66" w:rsidRDefault="00B40A66" w:rsidP="000B4A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B40A66" w:rsidRPr="0050706D" w14:paraId="06FA8645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9E6A493" w14:textId="43F2E16A" w:rsidR="00B40A66" w:rsidRPr="005B500C" w:rsidRDefault="00790081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Provedení serverového nodu pro instalaci do rackové skříně o hloubce 100 cm</w:t>
            </w:r>
          </w:p>
        </w:tc>
        <w:tc>
          <w:tcPr>
            <w:tcW w:w="3273" w:type="dxa"/>
          </w:tcPr>
          <w:p w14:paraId="70444AE7" w14:textId="5B1FDAEF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966DD2" w:rsidRPr="0050706D" w14:paraId="11377D4B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DD39BD7" w14:textId="2A152FEA" w:rsidR="00966DD2" w:rsidRPr="005B500C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Velikost skříně serveru o maximální výšce </w:t>
            </w:r>
            <w:r w:rsidR="00582EF0" w:rsidRPr="005B500C">
              <w:rPr>
                <w:rFonts w:cstheme="minorHAnsi"/>
                <w:sz w:val="16"/>
                <w:szCs w:val="16"/>
              </w:rPr>
              <w:t>1</w:t>
            </w:r>
            <w:r w:rsidRPr="005B500C">
              <w:rPr>
                <w:rFonts w:cstheme="minorHAnsi"/>
                <w:sz w:val="16"/>
                <w:szCs w:val="16"/>
              </w:rPr>
              <w:t xml:space="preserve"> RU (</w:t>
            </w:r>
            <w:r w:rsidR="008358C1" w:rsidRPr="005B500C">
              <w:rPr>
                <w:rFonts w:cstheme="minorHAnsi"/>
                <w:sz w:val="16"/>
                <w:szCs w:val="16"/>
              </w:rPr>
              <w:t>44,5</w:t>
            </w:r>
            <w:r w:rsidRPr="005B500C">
              <w:rPr>
                <w:rFonts w:cstheme="minorHAnsi"/>
                <w:sz w:val="16"/>
                <w:szCs w:val="16"/>
              </w:rPr>
              <w:t xml:space="preserve"> mm)</w:t>
            </w:r>
          </w:p>
        </w:tc>
        <w:tc>
          <w:tcPr>
            <w:tcW w:w="3273" w:type="dxa"/>
          </w:tcPr>
          <w:p w14:paraId="7A0E49F0" w14:textId="50A9C322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2E0B075D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58880EA" w14:textId="6120BE19" w:rsidR="00966DD2" w:rsidRPr="005B500C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2x CPU, každý minimálně </w:t>
            </w:r>
            <w:r w:rsidR="005578BE" w:rsidRPr="005B500C">
              <w:rPr>
                <w:rFonts w:cstheme="minorHAnsi"/>
                <w:sz w:val="16"/>
                <w:szCs w:val="16"/>
              </w:rPr>
              <w:t>24</w:t>
            </w:r>
            <w:r w:rsidRPr="005B500C">
              <w:rPr>
                <w:rFonts w:cstheme="minorHAnsi"/>
                <w:sz w:val="16"/>
                <w:szCs w:val="16"/>
              </w:rPr>
              <w:t xml:space="preserve"> fyzických jader (</w:t>
            </w:r>
            <w:r w:rsidR="005578BE" w:rsidRPr="005B500C">
              <w:rPr>
                <w:rFonts w:cstheme="minorHAnsi"/>
                <w:sz w:val="16"/>
                <w:szCs w:val="16"/>
              </w:rPr>
              <w:t>48</w:t>
            </w:r>
            <w:r w:rsidRPr="005B500C">
              <w:rPr>
                <w:rFonts w:cstheme="minorHAnsi"/>
                <w:sz w:val="16"/>
                <w:szCs w:val="16"/>
              </w:rPr>
              <w:t xml:space="preserve"> vláken) se základní frekvencí minimálně 2.0 GHz se spotřebou maximálně 270 W TDP, výkon dle www.spec.org ve sloupci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baseline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minimálně </w:t>
            </w:r>
            <w:r w:rsidR="003B650A" w:rsidRPr="005B500C">
              <w:rPr>
                <w:rFonts w:cstheme="minorHAnsi"/>
                <w:sz w:val="16"/>
                <w:szCs w:val="16"/>
              </w:rPr>
              <w:t>38</w:t>
            </w:r>
            <w:r w:rsidR="001612D7" w:rsidRPr="005B500C">
              <w:rPr>
                <w:rFonts w:cstheme="minorHAnsi"/>
                <w:sz w:val="16"/>
                <w:szCs w:val="16"/>
              </w:rPr>
              <w:t>4</w:t>
            </w:r>
            <w:r w:rsidRPr="005B500C">
              <w:rPr>
                <w:rFonts w:cstheme="minorHAnsi"/>
                <w:sz w:val="16"/>
                <w:szCs w:val="16"/>
              </w:rPr>
              <w:t xml:space="preserve"> bodů pro CPU2017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Integer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Rates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a </w:t>
            </w:r>
            <w:r w:rsidR="00477F34" w:rsidRPr="005B500C">
              <w:rPr>
                <w:rFonts w:cstheme="minorHAnsi"/>
                <w:sz w:val="16"/>
                <w:szCs w:val="16"/>
              </w:rPr>
              <w:t>51</w:t>
            </w:r>
            <w:r w:rsidR="00ED6601" w:rsidRPr="005B500C">
              <w:rPr>
                <w:rFonts w:cstheme="minorHAnsi"/>
                <w:sz w:val="16"/>
                <w:szCs w:val="16"/>
              </w:rPr>
              <w:t>6</w:t>
            </w:r>
            <w:r w:rsidRPr="005B500C">
              <w:rPr>
                <w:rFonts w:cstheme="minorHAnsi"/>
                <w:sz w:val="16"/>
                <w:szCs w:val="16"/>
              </w:rPr>
              <w:t xml:space="preserve"> pro CPU2017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Floating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Point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Rates</w:t>
            </w:r>
            <w:proofErr w:type="spellEnd"/>
          </w:p>
        </w:tc>
        <w:tc>
          <w:tcPr>
            <w:tcW w:w="3273" w:type="dxa"/>
          </w:tcPr>
          <w:p w14:paraId="10C699E8" w14:textId="1BAFD4BB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23891010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306B0FB" w14:textId="02B535D3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</w:t>
            </w:r>
            <w:r w:rsidRPr="000C348A">
              <w:rPr>
                <w:rFonts w:cstheme="minorHAnsi"/>
                <w:sz w:val="16"/>
                <w:szCs w:val="16"/>
              </w:rPr>
              <w:t xml:space="preserve">rchitektura Intel x86-64 z důvodu kompatibility současného virtuálního prostředí (mimo jiné </w:t>
            </w:r>
            <w:proofErr w:type="spellStart"/>
            <w:r w:rsidRPr="000C348A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0C348A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0C348A">
              <w:rPr>
                <w:rFonts w:cstheme="minorHAnsi"/>
                <w:sz w:val="16"/>
                <w:szCs w:val="16"/>
              </w:rPr>
              <w:t>vMotion</w:t>
            </w:r>
            <w:proofErr w:type="spellEnd"/>
            <w:r w:rsidRPr="000C348A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3273" w:type="dxa"/>
          </w:tcPr>
          <w:p w14:paraId="02C03A4B" w14:textId="0D0CF653" w:rsidR="005B500C" w:rsidRPr="002F1E94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3D8092B7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786ACF5B" w14:textId="767EB666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Operační paměť minimálně 768 GB DDR5 4800Mhz s použitím modulů o minimální velikosti 64 GB, rozšiřitelná minimálně do 2048 GB jen přidáním dalších paměťových modulů</w:t>
            </w:r>
          </w:p>
        </w:tc>
        <w:tc>
          <w:tcPr>
            <w:tcW w:w="3273" w:type="dxa"/>
          </w:tcPr>
          <w:p w14:paraId="34A1C7F3" w14:textId="4380DA8E" w:rsidR="005B500C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3A83EA3D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6F048FCF" w14:textId="0A0D1517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Každý server musí být osazen 2x interním M.2 SSD v HW RAID1, umožňující bootování jakéhokoli OS nebo hypervizoru o kapacitě alespoň 240 GB</w:t>
            </w:r>
          </w:p>
        </w:tc>
        <w:tc>
          <w:tcPr>
            <w:tcW w:w="3273" w:type="dxa"/>
          </w:tcPr>
          <w:p w14:paraId="1D0DEE83" w14:textId="414D6482" w:rsidR="005B500C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77AEC610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5917FE3" w14:textId="52287F9B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Minimálně 2x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Dualport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10/25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Gbps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SFP+ LAN adapter </w:t>
            </w:r>
            <w:bookmarkStart w:id="8" w:name="_GoBack"/>
            <w:bookmarkEnd w:id="8"/>
            <w:r w:rsidRPr="005B500C">
              <w:rPr>
                <w:rFonts w:cstheme="minorHAnsi"/>
                <w:sz w:val="16"/>
                <w:szCs w:val="16"/>
              </w:rPr>
              <w:t xml:space="preserve">včetně 25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Gbps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SFP+  modulů</w:t>
            </w:r>
          </w:p>
        </w:tc>
        <w:tc>
          <w:tcPr>
            <w:tcW w:w="3273" w:type="dxa"/>
          </w:tcPr>
          <w:p w14:paraId="39E3EAAD" w14:textId="5115B0C8" w:rsidR="005B500C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6FBD0BC5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B593BB4" w14:textId="481E0D25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Minimálně 2x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Dualport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32Gbps FC HBA adapter včetně 32Gbps modulů</w:t>
            </w:r>
          </w:p>
        </w:tc>
        <w:tc>
          <w:tcPr>
            <w:tcW w:w="3273" w:type="dxa"/>
          </w:tcPr>
          <w:p w14:paraId="39543D36" w14:textId="482BD587" w:rsidR="005B500C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33B57B9B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46E28F4E" w14:textId="5D29F087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Dedikovaný 1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Gbps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RJ45 port pro HW management</w:t>
            </w:r>
          </w:p>
        </w:tc>
        <w:tc>
          <w:tcPr>
            <w:tcW w:w="3273" w:type="dxa"/>
          </w:tcPr>
          <w:p w14:paraId="7CA07BAC" w14:textId="391AC418" w:rsidR="005B500C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2E6729F3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65DC4AE" w14:textId="0BFD92A2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 w:rsidRPr="005B500C">
              <w:rPr>
                <w:rFonts w:cstheme="minorHAnsi"/>
                <w:sz w:val="16"/>
                <w:szCs w:val="16"/>
              </w:rPr>
              <w:t>Trusted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Platform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Module 2.0</w:t>
            </w:r>
          </w:p>
        </w:tc>
        <w:tc>
          <w:tcPr>
            <w:tcW w:w="3273" w:type="dxa"/>
          </w:tcPr>
          <w:p w14:paraId="564EF704" w14:textId="52E1A9DB" w:rsidR="005B500C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41EF2B24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DBBBD35" w14:textId="016EDD3A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2x hot-swap napájecí zdroj, každý minimálně o výkonu 750 W s minimální certifikací „80 PLUS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Titanium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>“</w:t>
            </w:r>
          </w:p>
        </w:tc>
        <w:tc>
          <w:tcPr>
            <w:tcW w:w="3273" w:type="dxa"/>
          </w:tcPr>
          <w:p w14:paraId="0656906C" w14:textId="363E07EF" w:rsidR="005B500C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6ADC47CF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C5CFB3F" w14:textId="7A136F9E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Výsuvné ližiny do rackové skříně včetně ramena na kabely „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cable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management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arm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>“</w:t>
            </w:r>
          </w:p>
        </w:tc>
        <w:tc>
          <w:tcPr>
            <w:tcW w:w="3273" w:type="dxa"/>
          </w:tcPr>
          <w:p w14:paraId="361F53BD" w14:textId="04C31958" w:rsidR="005B500C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376F0EB9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53FDAC67" w14:textId="6A6FCBC7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2x napájecí kabel </w:t>
            </w:r>
            <w:proofErr w:type="gramStart"/>
            <w:r w:rsidRPr="005B500C">
              <w:rPr>
                <w:rFonts w:cstheme="minorHAnsi"/>
                <w:sz w:val="16"/>
                <w:szCs w:val="16"/>
              </w:rPr>
              <w:t>230V</w:t>
            </w:r>
            <w:proofErr w:type="gramEnd"/>
            <w:r w:rsidRPr="005B500C">
              <w:rPr>
                <w:rFonts w:cstheme="minorHAnsi"/>
                <w:sz w:val="16"/>
                <w:szCs w:val="16"/>
              </w:rPr>
              <w:t xml:space="preserve"> CEE7/7 v délce minimálně 1.8 metru, každý v jiné barvě (černá, červená)</w:t>
            </w:r>
          </w:p>
        </w:tc>
        <w:tc>
          <w:tcPr>
            <w:tcW w:w="3273" w:type="dxa"/>
          </w:tcPr>
          <w:p w14:paraId="45CBD31E" w14:textId="3995D6AE" w:rsidR="005B500C" w:rsidRPr="00E539AF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5B898AD8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A94AD78" w14:textId="620FC2DF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Podporované OS Windows Server 2019,2022,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vSphere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7.0 a vyšší,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RedHat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Linux 8.x a 9.x</w:t>
            </w:r>
          </w:p>
        </w:tc>
        <w:tc>
          <w:tcPr>
            <w:tcW w:w="3273" w:type="dxa"/>
          </w:tcPr>
          <w:p w14:paraId="74CF9B66" w14:textId="3F0C8302" w:rsidR="005B500C" w:rsidRPr="00E539AF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66DAB098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113DFDA7" w14:textId="77777777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Vzdálená správa HW serveru </w:t>
            </w:r>
          </w:p>
          <w:p w14:paraId="30E7AEF4" w14:textId="77777777" w:rsidR="005B500C" w:rsidRPr="005B500C" w:rsidRDefault="005B500C" w:rsidP="00EB5CC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Vzdálená správa s dedikovaným vlastním portem 1GE a možností převzít plně vzdálené ovládání serveru.</w:t>
            </w:r>
          </w:p>
          <w:p w14:paraId="716183D0" w14:textId="77777777" w:rsidR="005B500C" w:rsidRPr="005B500C" w:rsidRDefault="005B500C" w:rsidP="00EB5CC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Možnost přesměrování management portu pomocí NSCI na jinou síťovou kartu.</w:t>
            </w:r>
          </w:p>
          <w:p w14:paraId="40474EF1" w14:textId="77777777" w:rsidR="005B500C" w:rsidRPr="005B500C" w:rsidRDefault="005B500C" w:rsidP="00EB5CC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Možnost vzdáleného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mountování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ISO image.</w:t>
            </w:r>
          </w:p>
          <w:p w14:paraId="2E1904ED" w14:textId="77777777" w:rsidR="005B500C" w:rsidRPr="005B500C" w:rsidRDefault="005B500C" w:rsidP="00EB5CC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Možnost sdílet jednu virtuální konzoli až šesti uživateli.</w:t>
            </w:r>
          </w:p>
          <w:p w14:paraId="6D58C05F" w14:textId="77777777" w:rsidR="005B500C" w:rsidRPr="005B500C" w:rsidRDefault="005B500C" w:rsidP="00EB5CC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Podpora standartních Webových prohlížečů a HTML5.</w:t>
            </w:r>
          </w:p>
          <w:p w14:paraId="6311FF14" w14:textId="77777777" w:rsidR="005B500C" w:rsidRPr="005B500C" w:rsidRDefault="005B500C" w:rsidP="00EB5CC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Inventarizace a možnost sledování stavu jednotlivých komponent včetně úrovní FW.</w:t>
            </w:r>
          </w:p>
          <w:p w14:paraId="6BE9DD34" w14:textId="77777777" w:rsidR="005B500C" w:rsidRPr="005B500C" w:rsidRDefault="005B500C" w:rsidP="00EB5CC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lastRenderedPageBreak/>
              <w:t xml:space="preserve">Real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time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sledování vytíženosti CPU, paměti a spotřeby, možnost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Power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cappingu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>.</w:t>
            </w:r>
          </w:p>
          <w:p w14:paraId="24812AB4" w14:textId="77777777" w:rsidR="005B500C" w:rsidRPr="005B500C" w:rsidRDefault="005B500C" w:rsidP="00EB5CC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Možnost asistované instalace OS bez dalších nástrojů, médií, ISO apod.</w:t>
            </w:r>
          </w:p>
          <w:p w14:paraId="7FEF07C4" w14:textId="77777777" w:rsidR="005B500C" w:rsidRPr="005B500C" w:rsidRDefault="005B500C" w:rsidP="00EB5CC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Podpora REDFISH a RESTAPI skriptů.</w:t>
            </w:r>
          </w:p>
          <w:p w14:paraId="7FE25CAB" w14:textId="77777777" w:rsidR="005B500C" w:rsidRPr="005B500C" w:rsidRDefault="005B500C" w:rsidP="00EB5CC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Nejvyšší licence pro správu serveru bez jakéhokoli omezení.</w:t>
            </w:r>
          </w:p>
          <w:p w14:paraId="46A064CC" w14:textId="7D6752D9" w:rsidR="005B500C" w:rsidRPr="005B500C" w:rsidRDefault="005B500C" w:rsidP="00EB5CCD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Všechny licence potřebné k provozu managementu a HW, (management, mapování ISO, KVM přístup).</w:t>
            </w:r>
          </w:p>
        </w:tc>
        <w:tc>
          <w:tcPr>
            <w:tcW w:w="3273" w:type="dxa"/>
          </w:tcPr>
          <w:p w14:paraId="1247C845" w14:textId="0B2C6D7F" w:rsidR="005B500C" w:rsidRPr="00E539AF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lastRenderedPageBreak/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0AC02B1F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592C6C8" w14:textId="77777777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Hromadná správa </w:t>
            </w:r>
          </w:p>
          <w:p w14:paraId="456C2A74" w14:textId="77777777" w:rsidR="005B500C" w:rsidRPr="005B500C" w:rsidRDefault="005B500C" w:rsidP="00EB5CC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Časově neomezená licence na hromadnou správu serverů, inventarizace a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alerting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>.</w:t>
            </w:r>
          </w:p>
          <w:p w14:paraId="036BE6D3" w14:textId="77777777" w:rsidR="005B500C" w:rsidRPr="005B500C" w:rsidRDefault="005B500C" w:rsidP="00EB5CC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Možnost hromadného sledováni a upgrade úrovní FW jednotlivých komponent serverů.</w:t>
            </w:r>
          </w:p>
          <w:p w14:paraId="19F0E082" w14:textId="77777777" w:rsidR="005B500C" w:rsidRPr="005B500C" w:rsidRDefault="005B500C" w:rsidP="00EB5CC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Call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Home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funkce.</w:t>
            </w:r>
          </w:p>
          <w:p w14:paraId="5FB8AB4E" w14:textId="77777777" w:rsidR="005B500C" w:rsidRPr="005B500C" w:rsidRDefault="005B500C" w:rsidP="00EB5CC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Přístup přes mobilní aplikaci.</w:t>
            </w:r>
          </w:p>
          <w:p w14:paraId="15E333FA" w14:textId="77777777" w:rsidR="005B500C" w:rsidRPr="005B500C" w:rsidRDefault="005B500C" w:rsidP="00EB5CC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Splňující standardy NIST </w:t>
            </w:r>
            <w:proofErr w:type="gramStart"/>
            <w:r w:rsidRPr="005B500C">
              <w:rPr>
                <w:rFonts w:cstheme="minorHAnsi"/>
                <w:sz w:val="16"/>
                <w:szCs w:val="16"/>
              </w:rPr>
              <w:t>800-131A</w:t>
            </w:r>
            <w:proofErr w:type="gramEnd"/>
            <w:r w:rsidRPr="005B500C">
              <w:rPr>
                <w:rFonts w:cstheme="minorHAnsi"/>
                <w:sz w:val="16"/>
                <w:szCs w:val="16"/>
              </w:rPr>
              <w:t xml:space="preserve"> a FIPS 140-2.</w:t>
            </w:r>
          </w:p>
          <w:p w14:paraId="1CA3EA5E" w14:textId="77777777" w:rsidR="005B500C" w:rsidRPr="005B500C" w:rsidRDefault="005B500C" w:rsidP="00EB5CC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Plug-in do management nodů virtualizačních hypervizorů.</w:t>
            </w:r>
          </w:p>
          <w:p w14:paraId="6EB59387" w14:textId="418B6B65" w:rsidR="005B500C" w:rsidRPr="005B500C" w:rsidRDefault="005B500C" w:rsidP="00EB5CCD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Podpora REST-API a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Redfish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standardů.</w:t>
            </w:r>
          </w:p>
        </w:tc>
        <w:tc>
          <w:tcPr>
            <w:tcW w:w="3273" w:type="dxa"/>
          </w:tcPr>
          <w:p w14:paraId="46E999DA" w14:textId="42716120" w:rsidR="005B500C" w:rsidRPr="00E539AF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799F6E43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9AA255E" w14:textId="77777777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Centrální dohled</w:t>
            </w:r>
          </w:p>
          <w:p w14:paraId="4B277DA5" w14:textId="0A015E3F" w:rsidR="005B500C" w:rsidRPr="005B500C" w:rsidRDefault="005B500C" w:rsidP="00EB5CCD">
            <w:pPr>
              <w:pStyle w:val="Odstavecseseznamem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Napojení na systém centralizované vzdálené správy a </w:t>
            </w:r>
            <w:proofErr w:type="gramStart"/>
            <w:r w:rsidRPr="005B500C">
              <w:rPr>
                <w:rFonts w:cstheme="minorHAnsi"/>
                <w:sz w:val="16"/>
                <w:szCs w:val="16"/>
              </w:rPr>
              <w:t>dohledu - Dell</w:t>
            </w:r>
            <w:proofErr w:type="gramEnd"/>
            <w:r w:rsidRPr="005B500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OpenManage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nebo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Lenovo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xClariry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, bez nutnosti pořizovat, instalovat či provozovat jakýkoliv další software, server nebo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appliance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3273" w:type="dxa"/>
          </w:tcPr>
          <w:p w14:paraId="450C0819" w14:textId="31DF76D2" w:rsidR="005B500C" w:rsidRPr="002F1E94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25791CFF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0F46188D" w14:textId="77777777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Záruka a servis:</w:t>
            </w:r>
          </w:p>
          <w:p w14:paraId="7D67C8AC" w14:textId="45FAE537" w:rsidR="005B500C" w:rsidRPr="005B500C" w:rsidRDefault="005B500C" w:rsidP="00EB5CC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Záruka a servis 5 let 24 x 7, s doručením náhradního dílu a dojezdem technika on-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site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do </w:t>
            </w:r>
            <w:proofErr w:type="gramStart"/>
            <w:r w:rsidRPr="005B500C">
              <w:rPr>
                <w:rFonts w:cstheme="minorHAnsi"/>
                <w:sz w:val="16"/>
                <w:szCs w:val="16"/>
              </w:rPr>
              <w:t>24h</w:t>
            </w:r>
            <w:proofErr w:type="gramEnd"/>
            <w:r w:rsidRPr="005B500C">
              <w:rPr>
                <w:rFonts w:cstheme="minorHAnsi"/>
                <w:sz w:val="16"/>
                <w:szCs w:val="16"/>
              </w:rPr>
              <w:t xml:space="preserve"> od diagnostiky závady, jedná se o servisní model A4 dle ZOP.</w:t>
            </w:r>
          </w:p>
          <w:p w14:paraId="2FEC70F9" w14:textId="4610610B" w:rsidR="005B500C" w:rsidRPr="005B500C" w:rsidRDefault="005B500C" w:rsidP="00EB5CC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Bez nutnosti vrácení paměťových medií v případě reklamace. Vadná média zůstávají v držení zákazníka.</w:t>
            </w:r>
          </w:p>
          <w:p w14:paraId="20E149C1" w14:textId="77777777" w:rsidR="005B500C" w:rsidRPr="005B500C" w:rsidRDefault="005B500C" w:rsidP="00EB5CC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  <w:p w14:paraId="49F65F15" w14:textId="5F7EF60D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BAA75E2" w14:textId="0D9F333A" w:rsidR="005B500C" w:rsidRPr="00E539AF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5B500C" w:rsidRPr="0050706D" w14:paraId="54AAAD52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3869865" w14:textId="77777777" w:rsidR="005B500C" w:rsidRPr="005B500C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Potvrzení od lokálního zastoupení výrobce, že nabízený hardware je nový, nepoužitý, je určen pro </w:t>
            </w:r>
            <w:r w:rsidRPr="009B4B18">
              <w:rPr>
                <w:rFonts w:cstheme="minorHAnsi"/>
                <w:sz w:val="16"/>
                <w:szCs w:val="16"/>
              </w:rPr>
              <w:t>EU trh a bude servisním střediskem výrobce v ČR plně podporován.</w:t>
            </w:r>
          </w:p>
        </w:tc>
        <w:tc>
          <w:tcPr>
            <w:tcW w:w="3273" w:type="dxa"/>
          </w:tcPr>
          <w:p w14:paraId="4D9127A4" w14:textId="77777777" w:rsidR="005B500C" w:rsidRPr="00E539AF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5B500C" w:rsidRPr="0050706D" w14:paraId="3F0126A7" w14:textId="77777777" w:rsidTr="005B50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1" w:type="dxa"/>
          </w:tcPr>
          <w:p w14:paraId="3D9B8B9C" w14:textId="29016B06" w:rsidR="005B500C" w:rsidRPr="00E539AF" w:rsidRDefault="005B500C" w:rsidP="005B500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347A7E8" w14:textId="7839E224" w:rsidR="005B500C" w:rsidRPr="00E539AF" w:rsidRDefault="005B500C" w:rsidP="005B50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6114256F" w14:textId="42A90762" w:rsidR="008043F0" w:rsidRDefault="000E00D4" w:rsidP="008043F0">
      <w:pPr>
        <w:ind w:firstLine="426"/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  <w:r w:rsidR="008043F0">
        <w:t>b)</w:t>
      </w:r>
      <w:r w:rsidR="008043F0">
        <w:tab/>
      </w:r>
      <w:r w:rsidR="004F3126" w:rsidRPr="005B500C">
        <w:rPr>
          <w:b/>
          <w:bCs/>
          <w:lang w:eastAsia="cs-CZ"/>
        </w:rPr>
        <w:t>K</w:t>
      </w:r>
      <w:r w:rsidR="00EE6DA6" w:rsidRPr="005B500C">
        <w:rPr>
          <w:b/>
          <w:bCs/>
          <w:lang w:eastAsia="cs-CZ"/>
        </w:rPr>
        <w:t xml:space="preserve">onfigurace – </w:t>
      </w:r>
      <w:r w:rsidR="00562E9A" w:rsidRPr="005B500C">
        <w:rPr>
          <w:b/>
          <w:bCs/>
          <w:lang w:eastAsia="cs-CZ"/>
        </w:rPr>
        <w:t>Diskové pole</w:t>
      </w:r>
      <w:r w:rsidR="00EE6DA6" w:rsidRPr="005B500C">
        <w:rPr>
          <w:b/>
          <w:bCs/>
          <w:lang w:eastAsia="cs-CZ"/>
        </w:rPr>
        <w:t xml:space="preserve"> pro </w:t>
      </w:r>
      <w:r w:rsidR="004F3126" w:rsidRPr="005B500C">
        <w:rPr>
          <w:b/>
          <w:bCs/>
        </w:rPr>
        <w:t>DMZ</w:t>
      </w:r>
      <w:r w:rsidR="00EE6DA6" w:rsidRPr="005B500C">
        <w:rPr>
          <w:b/>
          <w:bCs/>
        </w:rPr>
        <w:t xml:space="preserve"> Farmu</w:t>
      </w:r>
    </w:p>
    <w:p w14:paraId="5CECF029" w14:textId="77777777" w:rsidR="008043F0" w:rsidRDefault="008043F0" w:rsidP="008043F0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485FE7">
        <w:rPr>
          <w:b/>
          <w:bCs/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043F0" w:rsidRPr="0050706D" w14:paraId="1DB67ECE" w14:textId="77777777" w:rsidTr="006813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08C63C39" w14:textId="77777777" w:rsidR="008043F0" w:rsidRPr="00E539AF" w:rsidRDefault="008043F0" w:rsidP="0068130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8011CB1" w14:textId="77777777" w:rsidR="008043F0" w:rsidRPr="00E539AF" w:rsidRDefault="008043F0" w:rsidP="0068130D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8043F0" w:rsidRPr="0050706D" w14:paraId="6ED65449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2B69C4" w14:textId="63E8C9A3" w:rsidR="008043F0" w:rsidRPr="005B500C" w:rsidRDefault="004F3126" w:rsidP="0068130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1</w:t>
            </w:r>
            <w:r w:rsidR="009C44DB" w:rsidRPr="005B500C">
              <w:rPr>
                <w:rFonts w:cstheme="minorHAnsi"/>
                <w:sz w:val="16"/>
                <w:szCs w:val="16"/>
              </w:rPr>
              <w:t xml:space="preserve"> ks </w:t>
            </w:r>
            <w:proofErr w:type="spellStart"/>
            <w:r w:rsidR="00572ED0" w:rsidRPr="005B500C">
              <w:rPr>
                <w:rFonts w:cstheme="minorHAnsi"/>
                <w:sz w:val="16"/>
                <w:szCs w:val="16"/>
              </w:rPr>
              <w:t>All</w:t>
            </w:r>
            <w:proofErr w:type="spellEnd"/>
            <w:r w:rsidR="00572ED0" w:rsidRPr="005B500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572ED0" w:rsidRPr="005B500C">
              <w:rPr>
                <w:rFonts w:cstheme="minorHAnsi"/>
                <w:sz w:val="16"/>
                <w:szCs w:val="16"/>
              </w:rPr>
              <w:t>Flash</w:t>
            </w:r>
            <w:proofErr w:type="spellEnd"/>
            <w:r w:rsidR="00572ED0" w:rsidRPr="005B500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A475A" w:rsidRPr="005B500C">
              <w:rPr>
                <w:rFonts w:cstheme="minorHAnsi"/>
                <w:sz w:val="16"/>
                <w:szCs w:val="16"/>
              </w:rPr>
              <w:t>NVMe</w:t>
            </w:r>
            <w:proofErr w:type="spellEnd"/>
            <w:r w:rsidR="00FA475A" w:rsidRPr="005B500C">
              <w:rPr>
                <w:rFonts w:cstheme="minorHAnsi"/>
                <w:sz w:val="16"/>
                <w:szCs w:val="16"/>
              </w:rPr>
              <w:t xml:space="preserve"> </w:t>
            </w:r>
            <w:r w:rsidR="00572ED0" w:rsidRPr="005B500C">
              <w:rPr>
                <w:rFonts w:cstheme="minorHAnsi"/>
                <w:sz w:val="16"/>
                <w:szCs w:val="16"/>
              </w:rPr>
              <w:t>d</w:t>
            </w:r>
            <w:r w:rsidR="006B50F0" w:rsidRPr="005B500C">
              <w:rPr>
                <w:rFonts w:cstheme="minorHAnsi"/>
                <w:sz w:val="16"/>
                <w:szCs w:val="16"/>
              </w:rPr>
              <w:t xml:space="preserve">iskové pole </w:t>
            </w:r>
            <w:r w:rsidR="00B9580D" w:rsidRPr="005B500C">
              <w:rPr>
                <w:rFonts w:cstheme="minorHAnsi"/>
                <w:sz w:val="16"/>
                <w:szCs w:val="16"/>
              </w:rPr>
              <w:t xml:space="preserve">s dvěma </w:t>
            </w:r>
            <w:proofErr w:type="spellStart"/>
            <w:r w:rsidR="00B9580D" w:rsidRPr="005B500C">
              <w:rPr>
                <w:rFonts w:cstheme="minorHAnsi"/>
                <w:sz w:val="16"/>
                <w:szCs w:val="16"/>
              </w:rPr>
              <w:t>kontrolery</w:t>
            </w:r>
            <w:proofErr w:type="spellEnd"/>
            <w:r w:rsidR="00B9580D" w:rsidRPr="005B500C">
              <w:rPr>
                <w:rFonts w:cstheme="minorHAnsi"/>
                <w:sz w:val="16"/>
                <w:szCs w:val="16"/>
              </w:rPr>
              <w:t xml:space="preserve"> v režimu </w:t>
            </w:r>
            <w:proofErr w:type="spellStart"/>
            <w:r w:rsidR="00E82AA8" w:rsidRPr="005B500C">
              <w:rPr>
                <w:rFonts w:cstheme="minorHAnsi"/>
                <w:sz w:val="16"/>
                <w:szCs w:val="16"/>
              </w:rPr>
              <w:t>A</w:t>
            </w:r>
            <w:r w:rsidR="00B9580D" w:rsidRPr="005B500C">
              <w:rPr>
                <w:rFonts w:cstheme="minorHAnsi"/>
                <w:sz w:val="16"/>
                <w:szCs w:val="16"/>
              </w:rPr>
              <w:t>ctive-Active</w:t>
            </w:r>
            <w:proofErr w:type="spellEnd"/>
            <w:r w:rsidR="00E82AA8" w:rsidRPr="005B500C">
              <w:rPr>
                <w:rFonts w:cstheme="minorHAnsi"/>
                <w:sz w:val="16"/>
                <w:szCs w:val="16"/>
              </w:rPr>
              <w:t>.</w:t>
            </w:r>
            <w:r w:rsidR="00B9580D" w:rsidRPr="005B500C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3288" w:type="dxa"/>
          </w:tcPr>
          <w:p w14:paraId="0585889B" w14:textId="77777777" w:rsidR="008043F0" w:rsidRPr="00B40A66" w:rsidRDefault="008043F0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F66C2" w:rsidRPr="0050706D" w14:paraId="27ACD1B8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4A9012" w14:textId="3597EEE5" w:rsidR="008F66C2" w:rsidRPr="005B500C" w:rsidRDefault="008F66C2" w:rsidP="0068130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Minimální celková čistá kapacita v RAID 6 dostupná pro virtuální servery 5TB bez vlivu redukčních algoritmů (např.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deduplikace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a komprese). </w:t>
            </w:r>
            <w:r w:rsidR="00B13A90" w:rsidRPr="005B500C">
              <w:rPr>
                <w:rFonts w:cstheme="minorHAnsi"/>
                <w:sz w:val="16"/>
                <w:szCs w:val="16"/>
              </w:rPr>
              <w:t>Rozšířitelná</w:t>
            </w:r>
            <w:r w:rsidR="004501E3" w:rsidRPr="005B500C">
              <w:rPr>
                <w:rFonts w:cstheme="minorHAnsi"/>
                <w:sz w:val="16"/>
                <w:szCs w:val="16"/>
              </w:rPr>
              <w:t xml:space="preserve"> dokoupením disků na 20TB</w:t>
            </w:r>
            <w:r w:rsidR="00F0598D" w:rsidRPr="005B500C">
              <w:rPr>
                <w:rFonts w:cstheme="minorHAnsi"/>
                <w:sz w:val="16"/>
                <w:szCs w:val="16"/>
              </w:rPr>
              <w:t>.</w:t>
            </w:r>
            <w:r w:rsidR="00B13A90" w:rsidRPr="005B500C">
              <w:rPr>
                <w:rFonts w:cstheme="minorHAnsi"/>
                <w:sz w:val="16"/>
                <w:szCs w:val="16"/>
              </w:rPr>
              <w:t xml:space="preserve"> </w:t>
            </w:r>
            <w:r w:rsidRPr="005B500C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3288" w:type="dxa"/>
          </w:tcPr>
          <w:p w14:paraId="7585C393" w14:textId="4A2204FA" w:rsidR="008F66C2" w:rsidRDefault="008F66C2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17428F" w:rsidRPr="0050706D" w14:paraId="112F6237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1D0F84" w14:textId="7A16798F" w:rsidR="0017428F" w:rsidRPr="005B500C" w:rsidRDefault="0017428F" w:rsidP="0068130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Maximální velikost SSD 1,92TB.</w:t>
            </w:r>
          </w:p>
        </w:tc>
        <w:tc>
          <w:tcPr>
            <w:tcW w:w="3288" w:type="dxa"/>
          </w:tcPr>
          <w:p w14:paraId="66E8EF40" w14:textId="58A07512" w:rsidR="0017428F" w:rsidRDefault="008F7A22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EB4C30" w:rsidRPr="0050706D" w14:paraId="310E79DE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0B1953" w14:textId="44A9C148" w:rsidR="00EB4C30" w:rsidRPr="005B500C" w:rsidRDefault="0024296C" w:rsidP="0068130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Každý disk musí splňovat hodnotu minimálně 3 DWPD (3 přepsání celého disku za jeden každý den) pro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cache</w:t>
            </w:r>
            <w:proofErr w:type="spellEnd"/>
            <w:r w:rsidR="00EB4C30" w:rsidRPr="005B500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3288" w:type="dxa"/>
          </w:tcPr>
          <w:p w14:paraId="64D74211" w14:textId="1EB80FA1" w:rsidR="00EB4C30" w:rsidRDefault="008F7A22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D95152" w:rsidRPr="0050706D" w14:paraId="0E3E1E7A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366EED" w14:textId="3C909345" w:rsidR="00D95152" w:rsidRPr="005B500C" w:rsidRDefault="00234144" w:rsidP="00D9515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Konektivita pro servery</w:t>
            </w:r>
            <w:r w:rsidR="00D95152" w:rsidRPr="005B500C">
              <w:rPr>
                <w:rFonts w:cstheme="minorHAnsi"/>
                <w:sz w:val="16"/>
                <w:szCs w:val="16"/>
              </w:rPr>
              <w:t xml:space="preserve"> 32Gbps </w:t>
            </w:r>
            <w:r w:rsidRPr="005B500C">
              <w:rPr>
                <w:rFonts w:cstheme="minorHAnsi"/>
                <w:sz w:val="16"/>
                <w:szCs w:val="16"/>
              </w:rPr>
              <w:t>FC</w:t>
            </w:r>
          </w:p>
        </w:tc>
        <w:tc>
          <w:tcPr>
            <w:tcW w:w="3288" w:type="dxa"/>
          </w:tcPr>
          <w:p w14:paraId="054A4B79" w14:textId="164CB3A0" w:rsidR="00D95152" w:rsidRDefault="00D95152" w:rsidP="00D9515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24296C" w:rsidRPr="0050706D" w14:paraId="55574EC2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6FA3C2" w14:textId="3C828045" w:rsidR="0024296C" w:rsidRPr="005B500C" w:rsidRDefault="0024296C" w:rsidP="00D9515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 w:rsidRPr="005B500C">
              <w:rPr>
                <w:rFonts w:cstheme="minorHAnsi"/>
                <w:sz w:val="16"/>
                <w:szCs w:val="16"/>
              </w:rPr>
              <w:t>Dual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controller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se 4 porty každý</w:t>
            </w:r>
          </w:p>
        </w:tc>
        <w:tc>
          <w:tcPr>
            <w:tcW w:w="3288" w:type="dxa"/>
          </w:tcPr>
          <w:p w14:paraId="53EA0F3C" w14:textId="2CDB32FE" w:rsidR="0024296C" w:rsidRPr="002F1E94" w:rsidRDefault="0024296C" w:rsidP="00D9515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D95152" w:rsidRPr="0050706D" w14:paraId="65240BF6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E8340A" w14:textId="1DDF5435" w:rsidR="00D95152" w:rsidRPr="005B500C" w:rsidRDefault="00EB4C30" w:rsidP="00D9515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Nezávislý management</w:t>
            </w:r>
            <w:r w:rsidRPr="005B500C">
              <w:t xml:space="preserve"> </w:t>
            </w:r>
            <w:r w:rsidRPr="005B500C">
              <w:rPr>
                <w:rFonts w:cstheme="minorHAnsi"/>
                <w:sz w:val="16"/>
                <w:szCs w:val="16"/>
              </w:rPr>
              <w:t xml:space="preserve">port pro správu pro každý 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kontroler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minimálně 1GE RJ45.</w:t>
            </w:r>
          </w:p>
        </w:tc>
        <w:tc>
          <w:tcPr>
            <w:tcW w:w="3288" w:type="dxa"/>
          </w:tcPr>
          <w:p w14:paraId="6F21220C" w14:textId="576405DC" w:rsidR="00D95152" w:rsidRDefault="00D95152" w:rsidP="00D9515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D95152" w:rsidRPr="0050706D" w14:paraId="6C36A087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DF446F" w14:textId="2CD0AC66" w:rsidR="00D95152" w:rsidRPr="005B500C" w:rsidRDefault="008F7A22" w:rsidP="00D9515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Redundantní napájecí zdroje</w:t>
            </w:r>
          </w:p>
        </w:tc>
        <w:tc>
          <w:tcPr>
            <w:tcW w:w="3288" w:type="dxa"/>
          </w:tcPr>
          <w:p w14:paraId="27511245" w14:textId="3341A649" w:rsidR="00D95152" w:rsidRDefault="00D95152" w:rsidP="00D9515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8A2656" w:rsidRPr="0050706D" w14:paraId="2C4D5EC6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3EE859" w14:textId="48D34D0C" w:rsidR="008A2656" w:rsidRPr="005B500C" w:rsidRDefault="00E56D11" w:rsidP="00E56D11">
            <w:pPr>
              <w:autoSpaceDE w:val="0"/>
              <w:autoSpaceDN w:val="0"/>
              <w:adjustRightInd w:val="0"/>
            </w:pPr>
            <w:r w:rsidRPr="005B500C">
              <w:rPr>
                <w:rFonts w:cstheme="minorHAnsi"/>
                <w:sz w:val="16"/>
                <w:szCs w:val="16"/>
              </w:rPr>
              <w:t xml:space="preserve">Formát jednoho pole maximálně </w:t>
            </w:r>
            <w:r w:rsidR="0024296C" w:rsidRPr="005B500C">
              <w:rPr>
                <w:rFonts w:cstheme="minorHAnsi"/>
                <w:sz w:val="16"/>
                <w:szCs w:val="16"/>
              </w:rPr>
              <w:t>5</w:t>
            </w:r>
            <w:r w:rsidRPr="005B500C">
              <w:rPr>
                <w:rFonts w:cstheme="minorHAnsi"/>
                <w:sz w:val="16"/>
                <w:szCs w:val="16"/>
              </w:rPr>
              <w:t>U</w:t>
            </w:r>
          </w:p>
        </w:tc>
        <w:tc>
          <w:tcPr>
            <w:tcW w:w="3288" w:type="dxa"/>
          </w:tcPr>
          <w:p w14:paraId="0764423A" w14:textId="5D54CEEE" w:rsidR="008A2656" w:rsidRDefault="00E56D11" w:rsidP="00D9515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D95152" w:rsidRPr="0050706D" w14:paraId="28A53CF3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A9644E" w14:textId="77777777" w:rsidR="00D95152" w:rsidRPr="005B500C" w:rsidRDefault="00D95152" w:rsidP="00D9515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Záruka a servis:</w:t>
            </w:r>
          </w:p>
          <w:p w14:paraId="4A79CDFD" w14:textId="1923AF13" w:rsidR="00D95152" w:rsidRPr="005B500C" w:rsidRDefault="00D95152" w:rsidP="00EB5CC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lastRenderedPageBreak/>
              <w:t>Záruka a servis 5 let 24 x 7, s doručením náhradního dílu a dojezdem technika on-</w:t>
            </w:r>
            <w:proofErr w:type="spellStart"/>
            <w:r w:rsidRPr="005B500C">
              <w:rPr>
                <w:rFonts w:cstheme="minorHAnsi"/>
                <w:sz w:val="16"/>
                <w:szCs w:val="16"/>
              </w:rPr>
              <w:t>site</w:t>
            </w:r>
            <w:proofErr w:type="spellEnd"/>
            <w:r w:rsidRPr="005B500C">
              <w:rPr>
                <w:rFonts w:cstheme="minorHAnsi"/>
                <w:sz w:val="16"/>
                <w:szCs w:val="16"/>
              </w:rPr>
              <w:t xml:space="preserve"> do </w:t>
            </w:r>
            <w:proofErr w:type="gramStart"/>
            <w:r w:rsidR="00255763" w:rsidRPr="005B500C">
              <w:rPr>
                <w:rFonts w:cstheme="minorHAnsi"/>
                <w:sz w:val="16"/>
                <w:szCs w:val="16"/>
              </w:rPr>
              <w:t>12</w:t>
            </w:r>
            <w:r w:rsidRPr="005B500C">
              <w:rPr>
                <w:rFonts w:cstheme="minorHAnsi"/>
                <w:sz w:val="16"/>
                <w:szCs w:val="16"/>
              </w:rPr>
              <w:t>h</w:t>
            </w:r>
            <w:proofErr w:type="gramEnd"/>
            <w:r w:rsidRPr="005B500C">
              <w:rPr>
                <w:rFonts w:cstheme="minorHAnsi"/>
                <w:sz w:val="16"/>
                <w:szCs w:val="16"/>
              </w:rPr>
              <w:t xml:space="preserve"> od diagnostiky závady, jedná se o servisní model </w:t>
            </w:r>
            <w:r w:rsidR="00255763" w:rsidRPr="005B500C">
              <w:rPr>
                <w:rFonts w:cstheme="minorHAnsi"/>
                <w:sz w:val="16"/>
                <w:szCs w:val="16"/>
              </w:rPr>
              <w:t>A4</w:t>
            </w:r>
            <w:r w:rsidRPr="005B500C">
              <w:rPr>
                <w:rFonts w:cstheme="minorHAnsi"/>
                <w:sz w:val="16"/>
                <w:szCs w:val="16"/>
              </w:rPr>
              <w:t xml:space="preserve"> dle ZOP.</w:t>
            </w:r>
          </w:p>
          <w:p w14:paraId="3DE051F4" w14:textId="77777777" w:rsidR="00D95152" w:rsidRPr="005B500C" w:rsidRDefault="00D95152" w:rsidP="00EB5CC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Bez nutnosti vrácení paměťových medií v případě reklamace. Vadná média zůstávají v držení zákazníka.</w:t>
            </w:r>
          </w:p>
          <w:p w14:paraId="72D50EAE" w14:textId="5740E3AD" w:rsidR="00D95152" w:rsidRPr="005B500C" w:rsidRDefault="00D95152" w:rsidP="00EB5CCD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293BD6DA" w14:textId="77777777" w:rsidR="00D95152" w:rsidRDefault="00D95152" w:rsidP="00D9515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lastRenderedPageBreak/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  <w:p w14:paraId="72A114BB" w14:textId="77777777" w:rsidR="00D95152" w:rsidRPr="00E539AF" w:rsidRDefault="00D95152" w:rsidP="00D9515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  <w:tr w:rsidR="00D95152" w:rsidRPr="0050706D" w14:paraId="67464C0D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74722D" w14:textId="76439E3B" w:rsidR="00D95152" w:rsidRPr="005B500C" w:rsidRDefault="00D95152" w:rsidP="00D9515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B500C">
              <w:rPr>
                <w:rFonts w:cstheme="minorHAnsi"/>
                <w:sz w:val="16"/>
                <w:szCs w:val="16"/>
              </w:rPr>
              <w:t xml:space="preserve">Potvrzení od lokálního zastoupení výrobce, že nabízený hardware je nový, nepoužitý, je určen pro </w:t>
            </w:r>
            <w:r w:rsidRPr="009B4B18">
              <w:rPr>
                <w:rFonts w:cstheme="minorHAnsi"/>
                <w:sz w:val="16"/>
                <w:szCs w:val="16"/>
              </w:rPr>
              <w:t>EU trh a bude servisním střediskem výrobce v ČR plně podporován.</w:t>
            </w:r>
          </w:p>
        </w:tc>
        <w:tc>
          <w:tcPr>
            <w:tcW w:w="3288" w:type="dxa"/>
          </w:tcPr>
          <w:p w14:paraId="7E4CE6FC" w14:textId="1B1A3B2A" w:rsidR="00D95152" w:rsidRPr="002F1E94" w:rsidRDefault="00D95152" w:rsidP="00D9515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</w:tbl>
    <w:p w14:paraId="79420CC4" w14:textId="27703733" w:rsidR="008043F0" w:rsidRDefault="008043F0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6EAAA9FA" w14:textId="760AA75D" w:rsidR="000340ED" w:rsidRDefault="000340ED" w:rsidP="000340ED">
      <w:pPr>
        <w:ind w:firstLine="426"/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  <w:r w:rsidR="008B4E13">
        <w:rPr>
          <w:rFonts w:asciiTheme="majorHAnsi" w:eastAsia="Times New Roman" w:hAnsiTheme="majorHAnsi" w:cs="Arial"/>
          <w:bCs/>
          <w:iCs/>
        </w:rPr>
        <w:t>c</w:t>
      </w:r>
      <w:r>
        <w:t>)</w:t>
      </w:r>
      <w:r>
        <w:tab/>
      </w:r>
      <w:r>
        <w:rPr>
          <w:b/>
          <w:bCs/>
          <w:lang w:eastAsia="cs-CZ"/>
        </w:rPr>
        <w:t>Software a licence</w:t>
      </w:r>
    </w:p>
    <w:p w14:paraId="2447C459" w14:textId="77777777" w:rsidR="000340ED" w:rsidRDefault="000340ED" w:rsidP="000340ED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E31899">
        <w:rPr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0340ED" w:rsidRPr="0050706D" w14:paraId="2C7EA1AF" w14:textId="77777777" w:rsidTr="006813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0444CCA" w14:textId="77777777" w:rsidR="000340ED" w:rsidRPr="00E539AF" w:rsidRDefault="000340ED" w:rsidP="0068130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742E602" w14:textId="77777777" w:rsidR="000340ED" w:rsidRPr="00E539AF" w:rsidRDefault="000340ED" w:rsidP="0068130D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0340ED" w:rsidRPr="0050706D" w14:paraId="121C1757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10D90F1" w14:textId="5929E836" w:rsidR="00E00CFF" w:rsidRPr="00E539AF" w:rsidRDefault="00640DC7" w:rsidP="00E00CF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640DC7">
              <w:rPr>
                <w:rFonts w:cstheme="minorHAnsi"/>
                <w:sz w:val="16"/>
                <w:szCs w:val="16"/>
              </w:rPr>
              <w:t xml:space="preserve">Zadavatel požaduje </w:t>
            </w:r>
            <w:r w:rsidR="00C86996">
              <w:rPr>
                <w:rFonts w:cstheme="minorHAnsi"/>
                <w:sz w:val="16"/>
                <w:szCs w:val="16"/>
              </w:rPr>
              <w:t>nákup</w:t>
            </w:r>
            <w:r w:rsidRPr="00640DC7">
              <w:rPr>
                <w:rFonts w:cstheme="minorHAnsi"/>
                <w:sz w:val="16"/>
                <w:szCs w:val="16"/>
              </w:rPr>
              <w:t xml:space="preserve"> licencí </w:t>
            </w:r>
            <w:proofErr w:type="spellStart"/>
            <w:r w:rsidRPr="00640DC7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640DC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40DC7">
              <w:rPr>
                <w:rFonts w:cstheme="minorHAnsi"/>
                <w:sz w:val="16"/>
                <w:szCs w:val="16"/>
              </w:rPr>
              <w:t>vSphere</w:t>
            </w:r>
            <w:proofErr w:type="spellEnd"/>
            <w:r w:rsidRPr="00640DC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40DC7">
              <w:rPr>
                <w:rFonts w:cstheme="minorHAnsi"/>
                <w:sz w:val="16"/>
                <w:szCs w:val="16"/>
              </w:rPr>
              <w:t>Enterprise</w:t>
            </w:r>
            <w:proofErr w:type="spellEnd"/>
            <w:r w:rsidRPr="00640DC7">
              <w:rPr>
                <w:rFonts w:cstheme="minorHAnsi"/>
                <w:sz w:val="16"/>
                <w:szCs w:val="16"/>
              </w:rPr>
              <w:t xml:space="preserve"> Plus verze 7 nebo vyšší </w:t>
            </w:r>
            <w:r w:rsidR="0024296C">
              <w:rPr>
                <w:rFonts w:cstheme="minorHAnsi"/>
                <w:sz w:val="16"/>
                <w:szCs w:val="16"/>
              </w:rPr>
              <w:t>6</w:t>
            </w:r>
            <w:r w:rsidR="00C86996">
              <w:rPr>
                <w:rFonts w:cstheme="minorHAnsi"/>
                <w:sz w:val="16"/>
                <w:szCs w:val="16"/>
              </w:rPr>
              <w:t>ks</w:t>
            </w:r>
          </w:p>
        </w:tc>
        <w:tc>
          <w:tcPr>
            <w:tcW w:w="3288" w:type="dxa"/>
          </w:tcPr>
          <w:p w14:paraId="507E2346" w14:textId="77777777" w:rsidR="000340ED" w:rsidRPr="00B40A66" w:rsidRDefault="000340ED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C86996" w:rsidRPr="0050706D" w14:paraId="038E1496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ECE5F9" w14:textId="4693BBD8" w:rsidR="00C86996" w:rsidRDefault="00C86996" w:rsidP="00C8699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640DC7">
              <w:rPr>
                <w:rFonts w:cstheme="minorHAnsi"/>
                <w:sz w:val="16"/>
                <w:szCs w:val="16"/>
              </w:rPr>
              <w:t xml:space="preserve">Zadavatel požaduje </w:t>
            </w:r>
            <w:r>
              <w:rPr>
                <w:rFonts w:cstheme="minorHAnsi"/>
                <w:sz w:val="16"/>
                <w:szCs w:val="16"/>
              </w:rPr>
              <w:t>nákup</w:t>
            </w:r>
            <w:r w:rsidRPr="00640DC7">
              <w:rPr>
                <w:rFonts w:cstheme="minorHAnsi"/>
                <w:sz w:val="16"/>
                <w:szCs w:val="16"/>
              </w:rPr>
              <w:t xml:space="preserve"> licencí</w:t>
            </w:r>
            <w:r>
              <w:rPr>
                <w:rFonts w:cstheme="minorHAnsi"/>
                <w:sz w:val="16"/>
                <w:szCs w:val="16"/>
              </w:rPr>
              <w:t>:</w:t>
            </w:r>
          </w:p>
          <w:p w14:paraId="473F3BAD" w14:textId="77777777" w:rsidR="00C86996" w:rsidRDefault="00C86996" w:rsidP="00C8699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 w:rsidRPr="00E00CFF">
              <w:rPr>
                <w:rFonts w:cstheme="minorHAnsi"/>
                <w:sz w:val="16"/>
                <w:szCs w:val="16"/>
              </w:rPr>
              <w:t>vCenter</w:t>
            </w:r>
            <w:proofErr w:type="spellEnd"/>
            <w:r w:rsidRPr="00E00CFF">
              <w:rPr>
                <w:rFonts w:cstheme="minorHAnsi"/>
                <w:sz w:val="16"/>
                <w:szCs w:val="16"/>
              </w:rPr>
              <w:t xml:space="preserve"> Server 7 Standard</w:t>
            </w:r>
            <w:r w:rsidRPr="00E00CFF">
              <w:rPr>
                <w:rFonts w:cstheme="minorHAnsi"/>
                <w:sz w:val="16"/>
                <w:szCs w:val="16"/>
              </w:rPr>
              <w:tab/>
            </w:r>
          </w:p>
          <w:p w14:paraId="6EAD9F6D" w14:textId="790B84C8" w:rsidR="00C86996" w:rsidRPr="00640DC7" w:rsidRDefault="00C86996" w:rsidP="00C8699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00CFF">
              <w:rPr>
                <w:rFonts w:cstheme="minorHAnsi"/>
                <w:sz w:val="16"/>
                <w:szCs w:val="16"/>
              </w:rPr>
              <w:tab/>
            </w:r>
            <w:r w:rsidR="0035761B">
              <w:rPr>
                <w:rFonts w:cstheme="minorHAnsi"/>
                <w:sz w:val="16"/>
                <w:szCs w:val="16"/>
              </w:rPr>
              <w:t>1</w:t>
            </w:r>
            <w:r w:rsidRPr="00E00CFF">
              <w:rPr>
                <w:rFonts w:cstheme="minorHAnsi"/>
                <w:sz w:val="16"/>
                <w:szCs w:val="16"/>
              </w:rPr>
              <w:tab/>
              <w:t>INSTANCE(s)</w:t>
            </w:r>
          </w:p>
        </w:tc>
        <w:tc>
          <w:tcPr>
            <w:tcW w:w="3288" w:type="dxa"/>
          </w:tcPr>
          <w:p w14:paraId="15CA0E2A" w14:textId="4D94F70F" w:rsidR="00C86996" w:rsidRDefault="00137B3C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</w:tbl>
    <w:p w14:paraId="2D0DB0A7" w14:textId="77777777" w:rsidR="008043F0" w:rsidRDefault="008043F0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77181E6" w14:textId="77777777" w:rsidR="00650424" w:rsidRPr="00291870" w:rsidRDefault="00650424" w:rsidP="0065042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  <w:r w:rsidRPr="00291870">
        <w:rPr>
          <w:rFonts w:asciiTheme="majorHAnsi" w:eastAsia="Times New Roman" w:hAnsiTheme="majorHAnsi" w:cs="Arial"/>
          <w:bCs/>
          <w:iCs/>
          <w:u w:val="single"/>
        </w:rPr>
        <w:t>Instalační materiál</w:t>
      </w:r>
    </w:p>
    <w:p w14:paraId="18913391" w14:textId="6E092EE4" w:rsidR="00650424" w:rsidRPr="002664FE" w:rsidRDefault="00B824ED" w:rsidP="00EB5CCD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2664FE">
        <w:t>6</w:t>
      </w:r>
      <w:r w:rsidR="00650424" w:rsidRPr="002664FE">
        <w:t xml:space="preserve">x minimálně </w:t>
      </w:r>
      <w:proofErr w:type="gramStart"/>
      <w:r w:rsidR="00650424" w:rsidRPr="002664FE">
        <w:t>5m</w:t>
      </w:r>
      <w:proofErr w:type="gramEnd"/>
      <w:r w:rsidR="00650424" w:rsidRPr="002664FE">
        <w:t xml:space="preserve"> optický patch kabel </w:t>
      </w:r>
      <w:r w:rsidR="006908E8" w:rsidRPr="002664FE">
        <w:t>SM</w:t>
      </w:r>
      <w:r w:rsidR="00650424" w:rsidRPr="002664FE">
        <w:t xml:space="preserve"> LC/LC OM4</w:t>
      </w:r>
    </w:p>
    <w:p w14:paraId="15740171" w14:textId="09235461" w:rsidR="00650424" w:rsidRPr="00291870" w:rsidRDefault="00B824ED" w:rsidP="00EB5CCD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>
        <w:t>6</w:t>
      </w:r>
      <w:r w:rsidR="00650424" w:rsidRPr="00291870">
        <w:t xml:space="preserve">x minimálně </w:t>
      </w:r>
      <w:proofErr w:type="gramStart"/>
      <w:r w:rsidR="00650424" w:rsidRPr="00291870">
        <w:t>5m</w:t>
      </w:r>
      <w:proofErr w:type="gramEnd"/>
      <w:r w:rsidR="00650424" w:rsidRPr="00291870">
        <w:t xml:space="preserve"> </w:t>
      </w:r>
      <w:r w:rsidR="00A05FB4">
        <w:t>DAC</w:t>
      </w:r>
      <w:r w:rsidR="00650424" w:rsidRPr="00291870">
        <w:t xml:space="preserve"> kabel pro propojení FC </w:t>
      </w:r>
    </w:p>
    <w:p w14:paraId="1E6815A2" w14:textId="77777777" w:rsidR="00650424" w:rsidRPr="00291870" w:rsidRDefault="00650424" w:rsidP="00EB5CCD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291870">
        <w:t>Kabeláž pro připojení managementu dodaného Hardware</w:t>
      </w:r>
    </w:p>
    <w:p w14:paraId="1A12A991" w14:textId="77777777" w:rsidR="00650424" w:rsidRPr="00291870" w:rsidRDefault="00650424" w:rsidP="00EB5CCD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291870">
        <w:t>Materiál pro montáž dodaného Hardware do racku</w:t>
      </w:r>
    </w:p>
    <w:p w14:paraId="5BD1E24D" w14:textId="77777777" w:rsidR="00650424" w:rsidRDefault="0065042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BE9E2AA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6A97970" w14:textId="77777777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EA483D1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5EE451D3" w14:textId="77777777" w:rsidR="00087D48" w:rsidRPr="00221465" w:rsidRDefault="00087D48" w:rsidP="00EB5CC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1647CD5D" w14:textId="77777777" w:rsidR="00B623EA" w:rsidRPr="006309C9" w:rsidRDefault="00B623EA" w:rsidP="00B623EA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  <w:rPr>
          <w:rFonts w:eastAsia="Calibri" w:cs="Times New Roman"/>
        </w:rPr>
      </w:pPr>
      <w:bookmarkStart w:id="9" w:name="_Toc517632208"/>
      <w:bookmarkStart w:id="10" w:name="_Toc517978985"/>
      <w:bookmarkStart w:id="11" w:name="_Toc518251182"/>
      <w:bookmarkStart w:id="12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 lokalitě </w:t>
      </w:r>
    </w:p>
    <w:p w14:paraId="5B9E319D" w14:textId="7B256993" w:rsidR="00B623EA" w:rsidRPr="006309C9" w:rsidRDefault="00B623EA" w:rsidP="00EB5CCD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6309C9">
        <w:t xml:space="preserve">Montáž dodaného </w:t>
      </w:r>
      <w:r>
        <w:t>Hardware</w:t>
      </w:r>
      <w:r w:rsidRPr="006309C9">
        <w:t xml:space="preserve"> do racku zadavatele </w:t>
      </w:r>
    </w:p>
    <w:p w14:paraId="0BD0A3FF" w14:textId="5B397CF5" w:rsidR="00FD10C8" w:rsidRDefault="002664FE" w:rsidP="00EB5CCD">
      <w:pPr>
        <w:pStyle w:val="Odstavecseseznamem"/>
        <w:numPr>
          <w:ilvl w:val="0"/>
          <w:numId w:val="7"/>
        </w:numPr>
        <w:spacing w:after="160" w:line="259" w:lineRule="auto"/>
        <w:ind w:firstLine="632"/>
      </w:pPr>
      <w:r>
        <w:t>3</w:t>
      </w:r>
      <w:r w:rsidR="00FD10C8">
        <w:t>ks Server</w:t>
      </w:r>
    </w:p>
    <w:p w14:paraId="29371752" w14:textId="6F843660" w:rsidR="00B623EA" w:rsidRPr="006309C9" w:rsidRDefault="002664FE" w:rsidP="00EB5CCD">
      <w:pPr>
        <w:pStyle w:val="Odstavecseseznamem"/>
        <w:numPr>
          <w:ilvl w:val="0"/>
          <w:numId w:val="7"/>
        </w:numPr>
        <w:spacing w:after="160" w:line="259" w:lineRule="auto"/>
        <w:ind w:firstLine="632"/>
      </w:pPr>
      <w:r>
        <w:t>1</w:t>
      </w:r>
      <w:r w:rsidR="00FD10C8">
        <w:t xml:space="preserve">ks </w:t>
      </w:r>
      <w:r w:rsidR="00B623EA" w:rsidRPr="006309C9">
        <w:t>Diskové pole</w:t>
      </w:r>
    </w:p>
    <w:p w14:paraId="35A200FB" w14:textId="0AD4A66C" w:rsidR="00385458" w:rsidRDefault="00B623EA" w:rsidP="00EB5CCD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6309C9">
        <w:t xml:space="preserve">Konfigurace dodaného </w:t>
      </w:r>
      <w:r>
        <w:t>Hardware</w:t>
      </w:r>
      <w:r w:rsidRPr="006309C9">
        <w:t xml:space="preserve"> do prostředí zadavatele</w:t>
      </w:r>
    </w:p>
    <w:p w14:paraId="1BAE6123" w14:textId="394A17B7" w:rsidR="0024296C" w:rsidRPr="006309C9" w:rsidRDefault="0024296C" w:rsidP="00EB5CCD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>
        <w:t>Ekologickou likvidaci odpadu</w:t>
      </w:r>
    </w:p>
    <w:p w14:paraId="13FCDD64" w14:textId="725F5045" w:rsidR="00087D48" w:rsidRPr="00221465" w:rsidRDefault="00B623EA" w:rsidP="00E31899">
      <w:pPr>
        <w:keepNext/>
        <w:keepLines/>
        <w:spacing w:after="120" w:line="266" w:lineRule="auto"/>
        <w:ind w:left="-6" w:hanging="42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6309C9">
        <w:rPr>
          <w:rFonts w:eastAsia="Calibri" w:cs="Times New Roman"/>
        </w:rPr>
        <w:tab/>
      </w:r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9"/>
      <w:bookmarkEnd w:id="10"/>
      <w:bookmarkEnd w:id="11"/>
      <w:bookmarkEnd w:id="12"/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535CC00F" w14:textId="77777777" w:rsidTr="00805A75">
        <w:tc>
          <w:tcPr>
            <w:tcW w:w="8720" w:type="dxa"/>
            <w:gridSpan w:val="2"/>
            <w:shd w:val="clear" w:color="auto" w:fill="D9D9D9"/>
          </w:tcPr>
          <w:p w14:paraId="56033032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lastRenderedPageBreak/>
              <w:t>Specifikace Software:</w:t>
            </w:r>
          </w:p>
        </w:tc>
      </w:tr>
      <w:tr w:rsidR="00087D48" w:rsidRPr="00221465" w14:paraId="7A77B620" w14:textId="77777777" w:rsidTr="00805A75">
        <w:tc>
          <w:tcPr>
            <w:tcW w:w="4346" w:type="dxa"/>
          </w:tcPr>
          <w:p w14:paraId="2840EDB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5DED7A3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053AFD7" w14:textId="77777777" w:rsidTr="00805A75">
        <w:tc>
          <w:tcPr>
            <w:tcW w:w="4346" w:type="dxa"/>
          </w:tcPr>
          <w:p w14:paraId="5D92D166" w14:textId="77777777" w:rsidR="00087D48" w:rsidRPr="00FF65D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647825EC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898A202" w14:textId="77777777" w:rsidTr="00805A75">
        <w:tc>
          <w:tcPr>
            <w:tcW w:w="4346" w:type="dxa"/>
          </w:tcPr>
          <w:p w14:paraId="558DB487" w14:textId="77777777" w:rsidR="00087D48" w:rsidRPr="00FF65D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38538EC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128C1865" w14:textId="77777777" w:rsidR="00087D48" w:rsidRPr="00221465" w:rsidRDefault="00087D48" w:rsidP="00EB5CC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3" w:name="_Toc517632209"/>
      <w:bookmarkStart w:id="14" w:name="_Toc517978986"/>
      <w:bookmarkStart w:id="15" w:name="_Toc518251183"/>
      <w:bookmarkStart w:id="16" w:name="_Toc53306375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7" w:name="_Toc517632210"/>
      <w:bookmarkStart w:id="18" w:name="_Toc517978987"/>
      <w:bookmarkStart w:id="19" w:name="_Toc518251184"/>
      <w:bookmarkStart w:id="20" w:name="_Toc533063760"/>
      <w:bookmarkEnd w:id="13"/>
      <w:bookmarkEnd w:id="14"/>
      <w:bookmarkEnd w:id="15"/>
      <w:bookmarkEnd w:id="16"/>
    </w:p>
    <w:p w14:paraId="19519E66" w14:textId="77777777" w:rsidR="00501E7E" w:rsidRPr="00501E7E" w:rsidRDefault="00501E7E" w:rsidP="00501E7E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0733E8A2" w14:textId="77777777" w:rsidR="003668ED" w:rsidRDefault="00087D48" w:rsidP="00EB5CC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7"/>
      <w:bookmarkEnd w:id="18"/>
      <w:bookmarkEnd w:id="19"/>
      <w:bookmarkEnd w:id="20"/>
    </w:p>
    <w:p w14:paraId="745D29F7" w14:textId="0770D966" w:rsidR="00950F03" w:rsidRPr="003668ED" w:rsidRDefault="00950F03" w:rsidP="003668ED">
      <w:pPr>
        <w:keepNext/>
        <w:tabs>
          <w:tab w:val="num" w:pos="567"/>
        </w:tabs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3668ED">
        <w:rPr>
          <w:rFonts w:eastAsia="Calibri" w:cs="Times New Roman"/>
        </w:rPr>
        <w:t xml:space="preserve">Podmínky akceptačního řízení dle čl. 8 Zvláštních obchodních podmínek se neuplatní. </w:t>
      </w:r>
      <w:r w:rsidR="003668ED">
        <w:rPr>
          <w:rFonts w:eastAsia="Calibri" w:cs="Times New Roman"/>
        </w:rPr>
        <w:br/>
      </w:r>
      <w:r w:rsidRPr="003668ED">
        <w:rPr>
          <w:rFonts w:eastAsia="Calibri" w:cs="Times New Roman"/>
        </w:rPr>
        <w:t xml:space="preserve">O předání a převzetí Hardware dle čl. 2 této přílohy bude sepsán a oboustranně podepsán předávací protokol o dodání Hardware, a to po </w:t>
      </w:r>
      <w:r w:rsidR="00174BE9" w:rsidRPr="003668ED">
        <w:rPr>
          <w:rFonts w:eastAsia="Calibri" w:cs="Times New Roman"/>
        </w:rPr>
        <w:t>instalaci dodaného Hardware v lokalitě</w:t>
      </w:r>
      <w:r w:rsidRPr="003668ED">
        <w:rPr>
          <w:rFonts w:eastAsia="Calibri" w:cs="Times New Roman"/>
        </w:rPr>
        <w:t>.</w:t>
      </w:r>
    </w:p>
    <w:p w14:paraId="4A92F3B2" w14:textId="77777777" w:rsidR="00087D48" w:rsidRPr="00221465" w:rsidRDefault="00087D48" w:rsidP="00EB5CC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1" w:name="_Toc517632211"/>
      <w:bookmarkStart w:id="22" w:name="_Toc517978988"/>
      <w:bookmarkStart w:id="23" w:name="_Toc518251185"/>
      <w:bookmarkStart w:id="24" w:name="_Toc53306376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Služby</w:t>
      </w:r>
      <w:bookmarkEnd w:id="21"/>
      <w:bookmarkEnd w:id="22"/>
      <w:bookmarkEnd w:id="23"/>
      <w:bookmarkEnd w:id="24"/>
    </w:p>
    <w:p w14:paraId="080953A9" w14:textId="77777777" w:rsidR="009F392E" w:rsidRPr="00F0533E" w:rsidRDefault="00E31899" w:rsidP="00501E7E">
      <w:pPr>
        <w:ind w:firstLine="567"/>
      </w:pPr>
      <w:bookmarkStart w:id="25" w:name="_Ref514349626"/>
      <w:r>
        <w:rPr>
          <w:rFonts w:asciiTheme="majorHAnsi" w:eastAsia="Times New Roman" w:hAnsiTheme="majorHAnsi" w:cs="Arial"/>
          <w:bCs/>
          <w:iCs/>
        </w:rPr>
        <w:t>Není součástí dodávky.</w:t>
      </w:r>
      <w:bookmarkEnd w:id="25"/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E26CDF3" w16cex:dateUtc="2023-11-23T17:10:00Z"/>
  <w16cex:commentExtensible w16cex:durableId="1739F3E8" w16cex:dateUtc="2023-11-27T10:48:00Z"/>
  <w16cex:commentExtensible w16cex:durableId="49F06E6A" w16cex:dateUtc="2023-11-29T13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F1F04" w14:textId="77777777" w:rsidR="00E55944" w:rsidRDefault="00E55944" w:rsidP="00962258">
      <w:pPr>
        <w:spacing w:after="0" w:line="240" w:lineRule="auto"/>
      </w:pPr>
      <w:r>
        <w:separator/>
      </w:r>
    </w:p>
  </w:endnote>
  <w:endnote w:type="continuationSeparator" w:id="0">
    <w:p w14:paraId="2BDA6A43" w14:textId="77777777" w:rsidR="00E55944" w:rsidRDefault="00E5594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038182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0CACF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18B2A" w14:textId="77777777" w:rsidR="00E55944" w:rsidRDefault="00E55944" w:rsidP="00962258">
      <w:pPr>
        <w:spacing w:after="0" w:line="240" w:lineRule="auto"/>
      </w:pPr>
      <w:r>
        <w:separator/>
      </w:r>
    </w:p>
  </w:footnote>
  <w:footnote w:type="continuationSeparator" w:id="0">
    <w:p w14:paraId="12400BED" w14:textId="77777777" w:rsidR="00E55944" w:rsidRDefault="00E5594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9680656"/>
    <w:multiLevelType w:val="hybridMultilevel"/>
    <w:tmpl w:val="92A2D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08232ED"/>
    <w:multiLevelType w:val="hybridMultilevel"/>
    <w:tmpl w:val="D3F27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24BA0"/>
    <w:multiLevelType w:val="hybridMultilevel"/>
    <w:tmpl w:val="18607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7" w15:restartNumberingAfterBreak="0">
    <w:nsid w:val="4E6549D4"/>
    <w:multiLevelType w:val="hybridMultilevel"/>
    <w:tmpl w:val="744C0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1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20D4"/>
    <w:rsid w:val="000258EC"/>
    <w:rsid w:val="00026D60"/>
    <w:rsid w:val="000340ED"/>
    <w:rsid w:val="00072C1E"/>
    <w:rsid w:val="000845B5"/>
    <w:rsid w:val="00087D48"/>
    <w:rsid w:val="00094116"/>
    <w:rsid w:val="000942C8"/>
    <w:rsid w:val="00097117"/>
    <w:rsid w:val="000B4A87"/>
    <w:rsid w:val="000E00D4"/>
    <w:rsid w:val="000E23A7"/>
    <w:rsid w:val="00101133"/>
    <w:rsid w:val="00104969"/>
    <w:rsid w:val="0010693F"/>
    <w:rsid w:val="00114472"/>
    <w:rsid w:val="00114F3C"/>
    <w:rsid w:val="001364FA"/>
    <w:rsid w:val="00137B3C"/>
    <w:rsid w:val="001420DD"/>
    <w:rsid w:val="001550BC"/>
    <w:rsid w:val="00156642"/>
    <w:rsid w:val="001605B9"/>
    <w:rsid w:val="001612D7"/>
    <w:rsid w:val="00170EC5"/>
    <w:rsid w:val="0017428F"/>
    <w:rsid w:val="001747C1"/>
    <w:rsid w:val="00174BE9"/>
    <w:rsid w:val="00184743"/>
    <w:rsid w:val="001869C4"/>
    <w:rsid w:val="00197089"/>
    <w:rsid w:val="001D004B"/>
    <w:rsid w:val="001D08EF"/>
    <w:rsid w:val="001F10BF"/>
    <w:rsid w:val="00207DF5"/>
    <w:rsid w:val="00234144"/>
    <w:rsid w:val="0024296C"/>
    <w:rsid w:val="00255763"/>
    <w:rsid w:val="002559BD"/>
    <w:rsid w:val="0026097C"/>
    <w:rsid w:val="002664FE"/>
    <w:rsid w:val="002748B2"/>
    <w:rsid w:val="00280E07"/>
    <w:rsid w:val="00291870"/>
    <w:rsid w:val="002A2771"/>
    <w:rsid w:val="002A2C36"/>
    <w:rsid w:val="002A6BB0"/>
    <w:rsid w:val="002B33F0"/>
    <w:rsid w:val="002B4205"/>
    <w:rsid w:val="002C31BF"/>
    <w:rsid w:val="002C7860"/>
    <w:rsid w:val="002D08B1"/>
    <w:rsid w:val="002D37C5"/>
    <w:rsid w:val="002E0CD7"/>
    <w:rsid w:val="002F3EB3"/>
    <w:rsid w:val="00300682"/>
    <w:rsid w:val="00304F3B"/>
    <w:rsid w:val="00320CFA"/>
    <w:rsid w:val="00341300"/>
    <w:rsid w:val="00341DCF"/>
    <w:rsid w:val="0035093A"/>
    <w:rsid w:val="00350B50"/>
    <w:rsid w:val="003570D0"/>
    <w:rsid w:val="0035761B"/>
    <w:rsid w:val="00357BC6"/>
    <w:rsid w:val="00360E74"/>
    <w:rsid w:val="003668ED"/>
    <w:rsid w:val="00366EA7"/>
    <w:rsid w:val="00384EC7"/>
    <w:rsid w:val="00385458"/>
    <w:rsid w:val="00386525"/>
    <w:rsid w:val="00387B22"/>
    <w:rsid w:val="00387B54"/>
    <w:rsid w:val="0039560D"/>
    <w:rsid w:val="003956C6"/>
    <w:rsid w:val="003B650A"/>
    <w:rsid w:val="003C76BB"/>
    <w:rsid w:val="003E55E3"/>
    <w:rsid w:val="00400BE9"/>
    <w:rsid w:val="004149D8"/>
    <w:rsid w:val="00440277"/>
    <w:rsid w:val="00441430"/>
    <w:rsid w:val="004501E3"/>
    <w:rsid w:val="00450F07"/>
    <w:rsid w:val="00453CD3"/>
    <w:rsid w:val="00460660"/>
    <w:rsid w:val="00462616"/>
    <w:rsid w:val="00473C72"/>
    <w:rsid w:val="004777E5"/>
    <w:rsid w:val="00477F34"/>
    <w:rsid w:val="0048459E"/>
    <w:rsid w:val="00485FE7"/>
    <w:rsid w:val="00486107"/>
    <w:rsid w:val="00490F2A"/>
    <w:rsid w:val="00491827"/>
    <w:rsid w:val="0049486B"/>
    <w:rsid w:val="004A65F4"/>
    <w:rsid w:val="004A7EEA"/>
    <w:rsid w:val="004B348C"/>
    <w:rsid w:val="004C4399"/>
    <w:rsid w:val="004C5AF4"/>
    <w:rsid w:val="004C787C"/>
    <w:rsid w:val="004D2F42"/>
    <w:rsid w:val="004E143C"/>
    <w:rsid w:val="004E3A53"/>
    <w:rsid w:val="004F20BC"/>
    <w:rsid w:val="004F3126"/>
    <w:rsid w:val="004F4B9B"/>
    <w:rsid w:val="004F5478"/>
    <w:rsid w:val="004F69EA"/>
    <w:rsid w:val="00501E7E"/>
    <w:rsid w:val="0050706D"/>
    <w:rsid w:val="0051191A"/>
    <w:rsid w:val="00511AB9"/>
    <w:rsid w:val="00514A9F"/>
    <w:rsid w:val="00523EA7"/>
    <w:rsid w:val="00526F61"/>
    <w:rsid w:val="00553375"/>
    <w:rsid w:val="005572F9"/>
    <w:rsid w:val="005578BE"/>
    <w:rsid w:val="00557C28"/>
    <w:rsid w:val="00562E9A"/>
    <w:rsid w:val="00572ED0"/>
    <w:rsid w:val="005736B7"/>
    <w:rsid w:val="00573CA8"/>
    <w:rsid w:val="00575E5A"/>
    <w:rsid w:val="00582EF0"/>
    <w:rsid w:val="005B500C"/>
    <w:rsid w:val="005E12B0"/>
    <w:rsid w:val="005F1404"/>
    <w:rsid w:val="005F39E3"/>
    <w:rsid w:val="005F71E0"/>
    <w:rsid w:val="0061068E"/>
    <w:rsid w:val="00640DC7"/>
    <w:rsid w:val="00650424"/>
    <w:rsid w:val="00655924"/>
    <w:rsid w:val="00660AD3"/>
    <w:rsid w:val="00670B70"/>
    <w:rsid w:val="00677B7F"/>
    <w:rsid w:val="006908E8"/>
    <w:rsid w:val="00693112"/>
    <w:rsid w:val="006A5570"/>
    <w:rsid w:val="006A689C"/>
    <w:rsid w:val="006B3D79"/>
    <w:rsid w:val="006B50F0"/>
    <w:rsid w:val="006C780C"/>
    <w:rsid w:val="006D7AFE"/>
    <w:rsid w:val="006E0578"/>
    <w:rsid w:val="006E314D"/>
    <w:rsid w:val="0070280D"/>
    <w:rsid w:val="00710723"/>
    <w:rsid w:val="00712EFE"/>
    <w:rsid w:val="007205F7"/>
    <w:rsid w:val="00723ED1"/>
    <w:rsid w:val="007376CE"/>
    <w:rsid w:val="00743525"/>
    <w:rsid w:val="0075031C"/>
    <w:rsid w:val="00752CC3"/>
    <w:rsid w:val="00757599"/>
    <w:rsid w:val="0076286B"/>
    <w:rsid w:val="00766846"/>
    <w:rsid w:val="0077673A"/>
    <w:rsid w:val="007846E1"/>
    <w:rsid w:val="00790081"/>
    <w:rsid w:val="00794E28"/>
    <w:rsid w:val="00796093"/>
    <w:rsid w:val="007964AE"/>
    <w:rsid w:val="007A710F"/>
    <w:rsid w:val="007B570C"/>
    <w:rsid w:val="007B721B"/>
    <w:rsid w:val="007C589B"/>
    <w:rsid w:val="007E25D5"/>
    <w:rsid w:val="007E4A6E"/>
    <w:rsid w:val="007E5339"/>
    <w:rsid w:val="007F56A7"/>
    <w:rsid w:val="007F68D4"/>
    <w:rsid w:val="008043F0"/>
    <w:rsid w:val="00807DD0"/>
    <w:rsid w:val="008161AA"/>
    <w:rsid w:val="0083112B"/>
    <w:rsid w:val="008358C1"/>
    <w:rsid w:val="00840BC7"/>
    <w:rsid w:val="00843F5F"/>
    <w:rsid w:val="008519DF"/>
    <w:rsid w:val="008659F3"/>
    <w:rsid w:val="00880AF8"/>
    <w:rsid w:val="00886D4B"/>
    <w:rsid w:val="00895406"/>
    <w:rsid w:val="008A2656"/>
    <w:rsid w:val="008A3068"/>
    <w:rsid w:val="008A3568"/>
    <w:rsid w:val="008B4E13"/>
    <w:rsid w:val="008C18EE"/>
    <w:rsid w:val="008D03B9"/>
    <w:rsid w:val="008D08F7"/>
    <w:rsid w:val="008D1160"/>
    <w:rsid w:val="008E2DEA"/>
    <w:rsid w:val="008F18D6"/>
    <w:rsid w:val="008F25E6"/>
    <w:rsid w:val="008F66C2"/>
    <w:rsid w:val="008F7A22"/>
    <w:rsid w:val="00901761"/>
    <w:rsid w:val="00904780"/>
    <w:rsid w:val="00914F0B"/>
    <w:rsid w:val="00915C31"/>
    <w:rsid w:val="009211DE"/>
    <w:rsid w:val="00922385"/>
    <w:rsid w:val="009223DF"/>
    <w:rsid w:val="00923B02"/>
    <w:rsid w:val="00923DE9"/>
    <w:rsid w:val="00930E6C"/>
    <w:rsid w:val="00936091"/>
    <w:rsid w:val="00940D8A"/>
    <w:rsid w:val="00941B19"/>
    <w:rsid w:val="00941D20"/>
    <w:rsid w:val="00950F03"/>
    <w:rsid w:val="00962258"/>
    <w:rsid w:val="00966DD2"/>
    <w:rsid w:val="009678B7"/>
    <w:rsid w:val="009710EB"/>
    <w:rsid w:val="009741F7"/>
    <w:rsid w:val="009833E1"/>
    <w:rsid w:val="00983CAA"/>
    <w:rsid w:val="00992D9C"/>
    <w:rsid w:val="00996CB8"/>
    <w:rsid w:val="009A56F3"/>
    <w:rsid w:val="009B14A9"/>
    <w:rsid w:val="009B2E97"/>
    <w:rsid w:val="009B32C3"/>
    <w:rsid w:val="009B4B18"/>
    <w:rsid w:val="009C3A67"/>
    <w:rsid w:val="009C44DB"/>
    <w:rsid w:val="009C53DE"/>
    <w:rsid w:val="009D6E48"/>
    <w:rsid w:val="009D7827"/>
    <w:rsid w:val="009E07F4"/>
    <w:rsid w:val="009E4722"/>
    <w:rsid w:val="009F392E"/>
    <w:rsid w:val="00A05FB4"/>
    <w:rsid w:val="00A13EBC"/>
    <w:rsid w:val="00A6177B"/>
    <w:rsid w:val="00A66136"/>
    <w:rsid w:val="00A67821"/>
    <w:rsid w:val="00A8387F"/>
    <w:rsid w:val="00A85CFA"/>
    <w:rsid w:val="00AA182D"/>
    <w:rsid w:val="00AA4CBB"/>
    <w:rsid w:val="00AA65FA"/>
    <w:rsid w:val="00AA7351"/>
    <w:rsid w:val="00AB03E6"/>
    <w:rsid w:val="00AB0F93"/>
    <w:rsid w:val="00AD056F"/>
    <w:rsid w:val="00AD6731"/>
    <w:rsid w:val="00AE38A3"/>
    <w:rsid w:val="00AF0BA1"/>
    <w:rsid w:val="00B13A90"/>
    <w:rsid w:val="00B15D0D"/>
    <w:rsid w:val="00B22A7C"/>
    <w:rsid w:val="00B22CAF"/>
    <w:rsid w:val="00B24ABC"/>
    <w:rsid w:val="00B40A66"/>
    <w:rsid w:val="00B42B00"/>
    <w:rsid w:val="00B45300"/>
    <w:rsid w:val="00B623EA"/>
    <w:rsid w:val="00B75EE1"/>
    <w:rsid w:val="00B77481"/>
    <w:rsid w:val="00B803DC"/>
    <w:rsid w:val="00B824ED"/>
    <w:rsid w:val="00B8518B"/>
    <w:rsid w:val="00B9580D"/>
    <w:rsid w:val="00BA4E54"/>
    <w:rsid w:val="00BB7F78"/>
    <w:rsid w:val="00BD003D"/>
    <w:rsid w:val="00BD373B"/>
    <w:rsid w:val="00BD7E91"/>
    <w:rsid w:val="00C02D0A"/>
    <w:rsid w:val="00C03A6E"/>
    <w:rsid w:val="00C03CE7"/>
    <w:rsid w:val="00C2732F"/>
    <w:rsid w:val="00C44F6A"/>
    <w:rsid w:val="00C47AE3"/>
    <w:rsid w:val="00C53DEA"/>
    <w:rsid w:val="00C569B1"/>
    <w:rsid w:val="00C5767E"/>
    <w:rsid w:val="00C86996"/>
    <w:rsid w:val="00C963B3"/>
    <w:rsid w:val="00C97C52"/>
    <w:rsid w:val="00CD1FC4"/>
    <w:rsid w:val="00CD559D"/>
    <w:rsid w:val="00D15860"/>
    <w:rsid w:val="00D17940"/>
    <w:rsid w:val="00D21061"/>
    <w:rsid w:val="00D279D0"/>
    <w:rsid w:val="00D4108E"/>
    <w:rsid w:val="00D6163D"/>
    <w:rsid w:val="00D64F3C"/>
    <w:rsid w:val="00D66581"/>
    <w:rsid w:val="00D73D46"/>
    <w:rsid w:val="00D831A3"/>
    <w:rsid w:val="00D95152"/>
    <w:rsid w:val="00DC75F3"/>
    <w:rsid w:val="00DD46F3"/>
    <w:rsid w:val="00DE292A"/>
    <w:rsid w:val="00DE56F2"/>
    <w:rsid w:val="00DF116D"/>
    <w:rsid w:val="00E00CFF"/>
    <w:rsid w:val="00E20587"/>
    <w:rsid w:val="00E2287F"/>
    <w:rsid w:val="00E23547"/>
    <w:rsid w:val="00E263C6"/>
    <w:rsid w:val="00E31899"/>
    <w:rsid w:val="00E33568"/>
    <w:rsid w:val="00E36C4A"/>
    <w:rsid w:val="00E539AF"/>
    <w:rsid w:val="00E55944"/>
    <w:rsid w:val="00E56245"/>
    <w:rsid w:val="00E56D11"/>
    <w:rsid w:val="00E6390C"/>
    <w:rsid w:val="00E77B02"/>
    <w:rsid w:val="00E82AA8"/>
    <w:rsid w:val="00E877EA"/>
    <w:rsid w:val="00E90361"/>
    <w:rsid w:val="00E91E60"/>
    <w:rsid w:val="00E976E4"/>
    <w:rsid w:val="00EA56E5"/>
    <w:rsid w:val="00EB104F"/>
    <w:rsid w:val="00EB4C30"/>
    <w:rsid w:val="00EB5CCD"/>
    <w:rsid w:val="00EC5149"/>
    <w:rsid w:val="00ED14BD"/>
    <w:rsid w:val="00ED6601"/>
    <w:rsid w:val="00EE6DA6"/>
    <w:rsid w:val="00F01B43"/>
    <w:rsid w:val="00F0533E"/>
    <w:rsid w:val="00F0598D"/>
    <w:rsid w:val="00F1048D"/>
    <w:rsid w:val="00F12DEC"/>
    <w:rsid w:val="00F1715C"/>
    <w:rsid w:val="00F27ADE"/>
    <w:rsid w:val="00F310F8"/>
    <w:rsid w:val="00F35939"/>
    <w:rsid w:val="00F45607"/>
    <w:rsid w:val="00F5558F"/>
    <w:rsid w:val="00F659EB"/>
    <w:rsid w:val="00F7415E"/>
    <w:rsid w:val="00F86BA6"/>
    <w:rsid w:val="00FA475A"/>
    <w:rsid w:val="00FA67CC"/>
    <w:rsid w:val="00FB6E1B"/>
    <w:rsid w:val="00FC3877"/>
    <w:rsid w:val="00FC6389"/>
    <w:rsid w:val="00FD0425"/>
    <w:rsid w:val="00FD081C"/>
    <w:rsid w:val="00FD10C8"/>
    <w:rsid w:val="00FF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24296C"/>
  </w:style>
  <w:style w:type="paragraph" w:customStyle="1" w:styleId="paragraph">
    <w:name w:val="paragraph"/>
    <w:basedOn w:val="Normln"/>
    <w:rsid w:val="001D0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1D0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6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D58BF6-E6CC-4E14-804D-6431DD975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609DDC-93FD-421B-8C82-823CC3C6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843</TotalTime>
  <Pages>4</Pages>
  <Words>1121</Words>
  <Characters>6616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187</cp:revision>
  <cp:lastPrinted>2017-11-28T17:18:00Z</cp:lastPrinted>
  <dcterms:created xsi:type="dcterms:W3CDTF">2023-06-26T12:28:00Z</dcterms:created>
  <dcterms:modified xsi:type="dcterms:W3CDTF">2023-12-01T06:13:00Z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